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D0" w:rsidRPr="00616B60" w:rsidRDefault="00203E0E" w:rsidP="00203E0E">
      <w:pPr>
        <w:pStyle w:val="NoSpacing"/>
        <w:jc w:val="center"/>
        <w:rPr>
          <w:rFonts w:ascii="Times New Roman Bold" w:hAnsi="Times New Roman Bold"/>
          <w:sz w:val="26"/>
          <w:u w:val="single"/>
        </w:rPr>
      </w:pPr>
      <w:r>
        <w:rPr>
          <w:noProof/>
          <w:lang w:val="en-IE" w:eastAsia="en-IE"/>
        </w:rPr>
        <w:drawing>
          <wp:inline distT="0" distB="0" distL="0" distR="0" wp14:anchorId="199C9FD7" wp14:editId="28ACB720">
            <wp:extent cx="3218213" cy="1662545"/>
            <wp:effectExtent l="0" t="0" r="1270" b="0"/>
            <wp:docPr id="3" name="Picture 3" descr="C:\Users\eileendoherty\Downloads\New ETB Logo for Headers forms eileen30j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ileendoherty\Downloads\New ETB Logo for Headers forms eileen30ju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663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65D" w:rsidRPr="00F627CF">
        <w:rPr>
          <w:b/>
          <w:sz w:val="28"/>
          <w:szCs w:val="28"/>
        </w:rPr>
        <w:br/>
      </w:r>
      <w:r w:rsidR="000C04D0" w:rsidRPr="000417C3">
        <w:rPr>
          <w:b/>
          <w:bCs/>
          <w:sz w:val="27"/>
          <w:szCs w:val="27"/>
          <w:u w:val="single"/>
          <w:lang w:val="ga-IE"/>
        </w:rPr>
        <w:t xml:space="preserve">Próifíl </w:t>
      </w:r>
      <w:r w:rsidR="00F627CF">
        <w:rPr>
          <w:b/>
          <w:bCs/>
          <w:sz w:val="27"/>
          <w:szCs w:val="27"/>
          <w:u w:val="single"/>
          <w:lang w:val="ga-IE"/>
        </w:rPr>
        <w:t xml:space="preserve">na </w:t>
      </w:r>
      <w:r w:rsidR="000C04D0" w:rsidRPr="000417C3">
        <w:rPr>
          <w:b/>
          <w:bCs/>
          <w:sz w:val="27"/>
          <w:szCs w:val="27"/>
          <w:u w:val="single"/>
          <w:lang w:val="ga-IE"/>
        </w:rPr>
        <w:t>Scoile</w:t>
      </w:r>
      <w:r w:rsidR="000C04D0">
        <w:rPr>
          <w:b/>
          <w:bCs/>
          <w:sz w:val="27"/>
          <w:szCs w:val="27"/>
          <w:u w:val="single"/>
        </w:rPr>
        <w:br/>
      </w:r>
      <w:r w:rsidR="000C04D0" w:rsidRPr="00616B60">
        <w:rPr>
          <w:rFonts w:ascii="Times New Roman Bold" w:hAnsi="Times New Roman Bold"/>
          <w:bCs/>
          <w:sz w:val="26"/>
          <w:szCs w:val="27"/>
          <w:u w:val="single"/>
        </w:rPr>
        <w:t xml:space="preserve"> Coláiste </w:t>
      </w:r>
      <w:r w:rsidR="009C6F71">
        <w:rPr>
          <w:rFonts w:ascii="Times New Roman Bold" w:hAnsi="Times New Roman Bold"/>
          <w:color w:val="000000"/>
          <w:sz w:val="26"/>
          <w:u w:val="single"/>
          <w:lang w:val="en-IE"/>
        </w:rPr>
        <w:t>na Daoile</w:t>
      </w:r>
      <w:r w:rsidR="000C04D0" w:rsidRPr="00616B60">
        <w:rPr>
          <w:rFonts w:ascii="Times New Roman Bold" w:hAnsi="Times New Roman Bold"/>
          <w:bCs/>
          <w:sz w:val="26"/>
          <w:szCs w:val="27"/>
          <w:u w:val="single"/>
        </w:rPr>
        <w:t xml:space="preserve"> </w:t>
      </w:r>
    </w:p>
    <w:p w:rsidR="000C04D0" w:rsidRDefault="000C04D0" w:rsidP="000C04D0">
      <w:pPr>
        <w:pStyle w:val="NormalWeb"/>
        <w:jc w:val="center"/>
      </w:pPr>
    </w:p>
    <w:p w:rsidR="00980A69" w:rsidRPr="00F627CF" w:rsidRDefault="00F627CF">
      <w:pPr>
        <w:pStyle w:val="NormalWeb"/>
      </w:pPr>
      <w:r w:rsidRPr="00F627CF">
        <w:t xml:space="preserve">Tá Coláiste </w:t>
      </w:r>
      <w:r w:rsidR="009C6F71">
        <w:t>na Daoile</w:t>
      </w:r>
      <w:r w:rsidRPr="00F627CF">
        <w:t xml:space="preserve"> suite ar t-imeachtar de </w:t>
      </w:r>
      <w:r w:rsidR="009C6F71" w:rsidRPr="009C6F71">
        <w:rPr>
          <w:color w:val="000000"/>
        </w:rPr>
        <w:t>Ráth Bhoth</w:t>
      </w:r>
      <w:r w:rsidR="009C6F71">
        <w:t xml:space="preserve"> </w:t>
      </w:r>
      <w:r w:rsidRPr="00F627CF">
        <w:t>agus ag freastal ar scoilcheantar</w:t>
      </w:r>
      <w:r w:rsidR="009C6F71">
        <w:t xml:space="preserve"> </w:t>
      </w:r>
      <w:r w:rsidR="009C6F71" w:rsidRPr="009C6F71">
        <w:rPr>
          <w:color w:val="000000"/>
        </w:rPr>
        <w:t>Ráth Bhoth</w:t>
      </w:r>
      <w:r w:rsidRPr="00F627CF">
        <w:t>.</w:t>
      </w:r>
    </w:p>
    <w:tbl>
      <w:tblPr>
        <w:tblW w:w="481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22"/>
        <w:gridCol w:w="850"/>
        <w:gridCol w:w="848"/>
        <w:gridCol w:w="706"/>
        <w:gridCol w:w="715"/>
        <w:gridCol w:w="850"/>
        <w:gridCol w:w="849"/>
      </w:tblGrid>
      <w:tr w:rsidR="00203E0E" w:rsidTr="00203E0E">
        <w:trPr>
          <w:tblCellSpacing w:w="15" w:type="dxa"/>
        </w:trPr>
        <w:tc>
          <w:tcPr>
            <w:tcW w:w="2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Pr="000417C3" w:rsidRDefault="00203E0E" w:rsidP="000C04D0">
            <w:pPr>
              <w:pStyle w:val="NormalWeb"/>
              <w:jc w:val="center"/>
              <w:rPr>
                <w:b/>
                <w:bCs/>
                <w:lang w:val="ga-IE"/>
              </w:rPr>
            </w:pPr>
            <w:r w:rsidRPr="000417C3">
              <w:rPr>
                <w:b/>
                <w:bCs/>
                <w:lang w:val="ga-IE"/>
              </w:rPr>
              <w:t>Líon ar Rolla ag 30 Meán Fómhair:</w:t>
            </w:r>
          </w:p>
          <w:p w:rsidR="00203E0E" w:rsidRDefault="00203E0E" w:rsidP="000C04D0">
            <w:pPr>
              <w:pStyle w:val="NormalWeb"/>
              <w:ind w:left="360"/>
              <w:jc w:val="center"/>
            </w:pPr>
            <w:r w:rsidRPr="000417C3">
              <w:rPr>
                <w:b/>
                <w:bCs/>
                <w:lang w:val="ga-IE"/>
              </w:rPr>
              <w:t>Teideal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Pr="00CE165D" w:rsidRDefault="00203E0E" w:rsidP="007A30A2">
            <w:pPr>
              <w:jc w:val="center"/>
              <w:rPr>
                <w:b/>
              </w:rPr>
            </w:pPr>
          </w:p>
          <w:p w:rsidR="00203E0E" w:rsidRPr="00CE165D" w:rsidRDefault="00203E0E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2008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Pr="00CE165D" w:rsidRDefault="00203E0E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2009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Pr="00CE165D" w:rsidRDefault="00203E0E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2010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Pr="00CE165D" w:rsidRDefault="00203E0E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2011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Pr="00CE165D" w:rsidRDefault="00203E0E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2012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A30A2">
            <w:pPr>
              <w:jc w:val="center"/>
              <w:rPr>
                <w:b/>
              </w:rPr>
            </w:pPr>
          </w:p>
          <w:p w:rsidR="00203E0E" w:rsidRPr="00CE165D" w:rsidRDefault="00203E0E" w:rsidP="007A30A2">
            <w:pPr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</w:tr>
      <w:tr w:rsidR="00203E0E" w:rsidTr="00203E0E">
        <w:trPr>
          <w:tblCellSpacing w:w="15" w:type="dxa"/>
        </w:trPr>
        <w:tc>
          <w:tcPr>
            <w:tcW w:w="2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E27FA7">
            <w:r w:rsidRPr="000417C3">
              <w:rPr>
                <w:lang w:val="ga-IE"/>
              </w:rPr>
              <w:t>Teastas Sói</w:t>
            </w:r>
            <w:r>
              <w:rPr>
                <w:lang w:val="ga-IE"/>
              </w:rPr>
              <w:t>searach – Clár Scoile (TSCS</w:t>
            </w:r>
            <w:r w:rsidRPr="000417C3">
              <w:rPr>
                <w:lang w:val="ga-IE"/>
              </w:rPr>
              <w:t>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95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62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60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47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42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36</w:t>
            </w:r>
          </w:p>
        </w:tc>
      </w:tr>
      <w:tr w:rsidR="00203E0E" w:rsidTr="00203E0E">
        <w:trPr>
          <w:tblCellSpacing w:w="15" w:type="dxa"/>
        </w:trPr>
        <w:tc>
          <w:tcPr>
            <w:tcW w:w="2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E27FA7">
            <w:r>
              <w:rPr>
                <w:lang w:val="ga-IE"/>
              </w:rPr>
              <w:t>An Sraith S</w:t>
            </w:r>
            <w:r w:rsidRPr="000417C3">
              <w:rPr>
                <w:lang w:val="ga-IE"/>
              </w:rPr>
              <w:t>óisearach (Lánaimseartha)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216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223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261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258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267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248</w:t>
            </w:r>
          </w:p>
        </w:tc>
      </w:tr>
      <w:tr w:rsidR="00203E0E" w:rsidTr="00203E0E">
        <w:trPr>
          <w:trHeight w:val="443"/>
          <w:tblCellSpacing w:w="15" w:type="dxa"/>
        </w:trPr>
        <w:tc>
          <w:tcPr>
            <w:tcW w:w="2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F627CF">
            <w:r w:rsidRPr="000417C3">
              <w:rPr>
                <w:lang w:val="ga-IE"/>
              </w:rPr>
              <w:t>An Sraith Sinsearach (seachas an Cúrsa Iar-Ardteistiméireachta)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86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116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98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111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109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117</w:t>
            </w:r>
          </w:p>
        </w:tc>
      </w:tr>
      <w:tr w:rsidR="00203E0E" w:rsidTr="00203E0E">
        <w:trPr>
          <w:tblCellSpacing w:w="15" w:type="dxa"/>
        </w:trPr>
        <w:tc>
          <w:tcPr>
            <w:tcW w:w="2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E27FA7">
            <w:r w:rsidRPr="000417C3">
              <w:rPr>
                <w:lang w:val="ga-IE"/>
              </w:rPr>
              <w:t>Gairmchlár na</w:t>
            </w:r>
            <w:r>
              <w:rPr>
                <w:lang w:val="ga-IE"/>
              </w:rPr>
              <w:t xml:space="preserve"> hArdteistiméireachta (GCAT</w:t>
            </w:r>
            <w:r w:rsidRPr="000417C3">
              <w:rPr>
                <w:lang w:val="ga-IE"/>
              </w:rPr>
              <w:t>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93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100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96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95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90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89</w:t>
            </w:r>
          </w:p>
        </w:tc>
      </w:tr>
      <w:tr w:rsidR="00203E0E" w:rsidTr="00203E0E">
        <w:trPr>
          <w:trHeight w:val="302"/>
          <w:tblCellSpacing w:w="15" w:type="dxa"/>
        </w:trPr>
        <w:tc>
          <w:tcPr>
            <w:tcW w:w="2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E27FA7">
            <w:r w:rsidRPr="000417C3">
              <w:rPr>
                <w:lang w:val="ga-IE"/>
              </w:rPr>
              <w:t>Ardteist</w:t>
            </w:r>
            <w:r>
              <w:rPr>
                <w:lang w:val="ga-IE"/>
              </w:rPr>
              <w:t>iméireacht Fheidhmeach (ATF</w:t>
            </w:r>
            <w:r w:rsidRPr="000417C3">
              <w:rPr>
                <w:lang w:val="ga-IE"/>
              </w:rPr>
              <w:t>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30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32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40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48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34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29</w:t>
            </w:r>
          </w:p>
        </w:tc>
      </w:tr>
      <w:tr w:rsidR="00203E0E" w:rsidRPr="009E115E" w:rsidTr="00203E0E">
        <w:trPr>
          <w:tblCellSpacing w:w="15" w:type="dxa"/>
        </w:trPr>
        <w:tc>
          <w:tcPr>
            <w:tcW w:w="2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Pr="009E115E" w:rsidRDefault="00203E0E" w:rsidP="009E115E">
            <w:pPr>
              <w:pStyle w:val="NormalWeb"/>
              <w:jc w:val="right"/>
              <w:rPr>
                <w:b/>
              </w:rPr>
            </w:pPr>
            <w:r>
              <w:rPr>
                <w:b/>
                <w:bCs/>
              </w:rPr>
              <w:t>Iomlán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520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Pr="00426FF9" w:rsidRDefault="00203E0E" w:rsidP="0071073F">
            <w:pPr>
              <w:jc w:val="center"/>
              <w:rPr>
                <w:b/>
              </w:rPr>
            </w:pPr>
            <w:r>
              <w:rPr>
                <w:b/>
              </w:rPr>
              <w:t>533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Pr="00426FF9" w:rsidRDefault="00203E0E" w:rsidP="0071073F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  <w:rPr>
                <w:b/>
              </w:rPr>
            </w:pPr>
            <w:r>
              <w:rPr>
                <w:b/>
              </w:rPr>
              <w:t>559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  <w:rPr>
                <w:b/>
              </w:rPr>
            </w:pPr>
            <w:r>
              <w:rPr>
                <w:b/>
              </w:rPr>
              <w:t>542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  <w:rPr>
                <w:b/>
              </w:rPr>
            </w:pPr>
            <w:r>
              <w:rPr>
                <w:b/>
              </w:rPr>
              <w:t>519</w:t>
            </w:r>
          </w:p>
        </w:tc>
      </w:tr>
      <w:tr w:rsidR="00203E0E" w:rsidTr="00203E0E">
        <w:trPr>
          <w:tblCellSpacing w:w="15" w:type="dxa"/>
        </w:trPr>
        <w:tc>
          <w:tcPr>
            <w:tcW w:w="2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>
            <w:r w:rsidRPr="000417C3">
              <w:rPr>
                <w:lang w:val="ga-IE"/>
              </w:rPr>
              <w:t>Clárú sa Chéad Bhliain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114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85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109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100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99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81</w:t>
            </w:r>
          </w:p>
        </w:tc>
      </w:tr>
      <w:tr w:rsidR="00203E0E" w:rsidTr="00203E0E">
        <w:trPr>
          <w:tblCellSpacing w:w="15" w:type="dxa"/>
        </w:trPr>
        <w:tc>
          <w:tcPr>
            <w:tcW w:w="2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Pr="000C04D0" w:rsidRDefault="00203E0E">
            <w:pPr>
              <w:rPr>
                <w:color w:val="FF0000"/>
              </w:rPr>
            </w:pPr>
            <w:r w:rsidRPr="005D0A1A">
              <w:t>Idirbhliain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19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28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24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E0E" w:rsidRDefault="00203E0E" w:rsidP="0071073F">
            <w:pPr>
              <w:jc w:val="center"/>
            </w:pPr>
            <w:r>
              <w:t>29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43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E0E" w:rsidRDefault="00203E0E" w:rsidP="0071073F">
            <w:pPr>
              <w:jc w:val="center"/>
            </w:pPr>
            <w:r>
              <w:t>48</w:t>
            </w:r>
          </w:p>
        </w:tc>
      </w:tr>
    </w:tbl>
    <w:p w:rsidR="004F200B" w:rsidRPr="000417C3" w:rsidRDefault="004F200B" w:rsidP="004F200B">
      <w:pPr>
        <w:pStyle w:val="NormalWeb"/>
        <w:rPr>
          <w:lang w:val="ga-IE"/>
        </w:rPr>
      </w:pPr>
      <w:r w:rsidRPr="000417C3">
        <w:rPr>
          <w:b/>
          <w:bCs/>
          <w:lang w:val="ga-IE"/>
        </w:rPr>
        <w:t>2.    Curaclam:</w:t>
      </w:r>
      <w:r w:rsidRPr="000417C3">
        <w:rPr>
          <w:b/>
          <w:bCs/>
          <w:lang w:val="ga-IE"/>
        </w:rPr>
        <w:br/>
        <w:t> </w:t>
      </w:r>
      <w:r w:rsidRPr="000417C3">
        <w:rPr>
          <w:bCs/>
          <w:lang w:val="ga-IE"/>
        </w:rPr>
        <w:t>Tá réimse cuimsitheach</w:t>
      </w:r>
      <w:r>
        <w:rPr>
          <w:bCs/>
          <w:lang w:val="ga-IE"/>
        </w:rPr>
        <w:t xml:space="preserve"> ábhar, idir praiticiúil agus acadúil, á dtairiscint ag na leibhéil seo a leanas:</w:t>
      </w:r>
    </w:p>
    <w:tbl>
      <w:tblPr>
        <w:tblW w:w="250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2"/>
        <w:gridCol w:w="2556"/>
      </w:tblGrid>
      <w:tr w:rsidR="004F200B" w:rsidTr="004F200B">
        <w:trPr>
          <w:tblCellSpacing w:w="15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F627CF" w:rsidRDefault="004F200B" w:rsidP="00E27FA7">
            <w:pPr>
              <w:rPr>
                <w:b/>
                <w:lang w:val="ga-IE"/>
              </w:rPr>
            </w:pPr>
            <w:r w:rsidRPr="00F627CF">
              <w:rPr>
                <w:b/>
                <w:lang w:val="ga-IE"/>
              </w:rPr>
              <w:t>Sraith Shóisearach</w:t>
            </w:r>
          </w:p>
        </w:tc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E44C39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4F200B" w:rsidTr="004F200B">
        <w:trPr>
          <w:tblCellSpacing w:w="15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F627CF" w:rsidP="00E27FA7">
            <w:pPr>
              <w:rPr>
                <w:lang w:val="ga-IE"/>
              </w:rPr>
            </w:pPr>
            <w:r>
              <w:rPr>
                <w:lang w:val="ga-IE"/>
              </w:rPr>
              <w:t xml:space="preserve">TSCS </w:t>
            </w:r>
          </w:p>
        </w:tc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4F200B" w:rsidTr="004F200B">
        <w:trPr>
          <w:tblCellSpacing w:w="15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F627CF" w:rsidRDefault="004F200B" w:rsidP="00E27FA7">
            <w:pPr>
              <w:rPr>
                <w:b/>
                <w:lang w:val="ga-IE"/>
              </w:rPr>
            </w:pPr>
            <w:r w:rsidRPr="00F627CF">
              <w:rPr>
                <w:b/>
                <w:lang w:val="ga-IE"/>
              </w:rPr>
              <w:t>Sraith Shinsearach</w:t>
            </w:r>
          </w:p>
        </w:tc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E44C39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4F200B" w:rsidTr="004F200B">
        <w:trPr>
          <w:tblCellSpacing w:w="15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E44C39" w:rsidP="00E27FA7">
            <w:pPr>
              <w:rPr>
                <w:lang w:val="ga-IE"/>
              </w:rPr>
            </w:pPr>
            <w:r>
              <w:rPr>
                <w:lang w:val="ga-IE"/>
              </w:rPr>
              <w:t>PLC</w:t>
            </w:r>
          </w:p>
        </w:tc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4F200B" w:rsidTr="004F200B">
        <w:trPr>
          <w:tblCellSpacing w:w="15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F627CF" w:rsidP="00E27FA7">
            <w:pPr>
              <w:rPr>
                <w:lang w:val="ga-IE"/>
              </w:rPr>
            </w:pPr>
            <w:r>
              <w:rPr>
                <w:lang w:val="ga-IE"/>
              </w:rPr>
              <w:t xml:space="preserve">GCAT </w:t>
            </w:r>
          </w:p>
        </w:tc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 w:rsidP="00FE5B72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4F200B" w:rsidTr="004F200B">
        <w:trPr>
          <w:tblCellSpacing w:w="15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00B" w:rsidRPr="004F200B" w:rsidRDefault="00F627CF" w:rsidP="004F200B">
            <w:pPr>
              <w:pStyle w:val="NormalWeb"/>
              <w:rPr>
                <w:bCs/>
                <w:lang w:val="en-IE"/>
              </w:rPr>
            </w:pPr>
            <w:r>
              <w:rPr>
                <w:bCs/>
                <w:lang w:val="en-IE"/>
              </w:rPr>
              <w:t>Iar - AT</w:t>
            </w:r>
          </w:p>
        </w:tc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 w:rsidP="00FE5B72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</w:tbl>
    <w:p w:rsidR="000069F0" w:rsidRDefault="000069F0" w:rsidP="004F200B">
      <w:pPr>
        <w:pStyle w:val="NormalWeb"/>
        <w:rPr>
          <w:b/>
          <w:bCs/>
          <w:lang w:val="ga-IE"/>
        </w:rPr>
      </w:pPr>
    </w:p>
    <w:p w:rsidR="000069F0" w:rsidRDefault="000069F0" w:rsidP="004F200B">
      <w:pPr>
        <w:pStyle w:val="NormalWeb"/>
        <w:rPr>
          <w:b/>
          <w:bCs/>
          <w:lang w:val="ga-IE"/>
        </w:rPr>
      </w:pPr>
    </w:p>
    <w:p w:rsidR="000069F0" w:rsidRDefault="000069F0" w:rsidP="004F200B">
      <w:pPr>
        <w:pStyle w:val="NormalWeb"/>
        <w:rPr>
          <w:b/>
          <w:bCs/>
          <w:lang w:val="ga-IE"/>
        </w:rPr>
      </w:pPr>
    </w:p>
    <w:p w:rsidR="000069F0" w:rsidRDefault="000069F0" w:rsidP="004F200B">
      <w:pPr>
        <w:pStyle w:val="NormalWeb"/>
        <w:rPr>
          <w:b/>
          <w:bCs/>
          <w:lang w:val="ga-IE"/>
        </w:rPr>
      </w:pPr>
    </w:p>
    <w:p w:rsidR="00154536" w:rsidRDefault="00154536" w:rsidP="004F200B">
      <w:pPr>
        <w:pStyle w:val="NormalWeb"/>
        <w:rPr>
          <w:b/>
          <w:bCs/>
          <w:lang w:val="ga-IE"/>
        </w:rPr>
      </w:pPr>
    </w:p>
    <w:p w:rsidR="004F200B" w:rsidRPr="000417C3" w:rsidRDefault="004F200B" w:rsidP="004F200B">
      <w:pPr>
        <w:pStyle w:val="NormalWeb"/>
        <w:rPr>
          <w:lang w:val="ga-IE"/>
        </w:rPr>
      </w:pPr>
      <w:r w:rsidRPr="000417C3">
        <w:rPr>
          <w:b/>
          <w:bCs/>
          <w:lang w:val="ga-IE"/>
        </w:rPr>
        <w:lastRenderedPageBreak/>
        <w:t>3.    Struchtúr Bainistíochta</w:t>
      </w:r>
      <w:r w:rsidRPr="000417C3">
        <w:rPr>
          <w:b/>
          <w:bCs/>
          <w:lang w:val="ga-IE"/>
        </w:rPr>
        <w:br/>
      </w:r>
      <w:r w:rsidRPr="007F563A">
        <w:rPr>
          <w:bCs/>
          <w:lang w:val="ga-IE"/>
        </w:rPr>
        <w:t>       Scéim na b</w:t>
      </w:r>
      <w:r w:rsidRPr="007F563A">
        <w:rPr>
          <w:lang w:val="ga-IE"/>
        </w:rPr>
        <w:t>Post</w:t>
      </w:r>
      <w:r>
        <w:rPr>
          <w:lang w:val="ga-IE"/>
        </w:rPr>
        <w:t xml:space="preserve"> Freagrachta</w:t>
      </w:r>
      <w:r w:rsidR="00F627CF">
        <w:rPr>
          <w:lang w:val="ga-IE"/>
        </w:rPr>
        <w:t xml:space="preserve"> </w:t>
      </w:r>
      <w:r>
        <w:rPr>
          <w:lang w:val="ga-IE"/>
        </w:rPr>
        <w:t xml:space="preserve">don </w:t>
      </w:r>
      <w:r w:rsidR="00203E0E">
        <w:rPr>
          <w:lang w:val="ga-IE"/>
        </w:rPr>
        <w:t>Scoilbhliain 2013/2014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4"/>
        <w:gridCol w:w="2552"/>
      </w:tblGrid>
      <w:tr w:rsidR="004F200B" w:rsidTr="00E27FA7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Príomhoide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 w:rsidP="00E27FA7">
            <w:pPr>
              <w:jc w:val="center"/>
            </w:pPr>
            <w:r>
              <w:t>1</w:t>
            </w:r>
          </w:p>
        </w:tc>
      </w:tr>
      <w:tr w:rsidR="004F200B" w:rsidTr="00E27FA7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Leas-Phríomhoide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 w:rsidP="00E27FA7">
            <w:pPr>
              <w:jc w:val="center"/>
            </w:pPr>
            <w:r>
              <w:t>1</w:t>
            </w:r>
          </w:p>
        </w:tc>
      </w:tr>
      <w:tr w:rsidR="004F200B" w:rsidTr="00E27FA7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634729" w:rsidP="00E27FA7">
            <w:pPr>
              <w:rPr>
                <w:lang w:val="ga-IE"/>
              </w:rPr>
            </w:pPr>
            <w:r>
              <w:rPr>
                <w:lang w:val="ga-IE"/>
              </w:rPr>
              <w:t>Príomhoide</w:t>
            </w:r>
            <w:r w:rsidR="004F200B">
              <w:rPr>
                <w:lang w:val="ga-IE"/>
              </w:rPr>
              <w:t xml:space="preserve"> Cúnta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7E2F2D" w:rsidP="00E27FA7">
            <w:pPr>
              <w:jc w:val="center"/>
            </w:pPr>
            <w:r>
              <w:t>5</w:t>
            </w:r>
          </w:p>
        </w:tc>
      </w:tr>
      <w:tr w:rsidR="004F200B" w:rsidTr="00E27FA7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634729">
            <w:pPr>
              <w:rPr>
                <w:lang w:val="ga-IE"/>
              </w:rPr>
            </w:pPr>
            <w:r>
              <w:rPr>
                <w:lang w:val="ga-IE"/>
              </w:rPr>
              <w:t>Dualgas Speisialta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E44C39" w:rsidP="00E27FA7">
            <w:pPr>
              <w:jc w:val="center"/>
            </w:pPr>
            <w:r>
              <w:t>1</w:t>
            </w:r>
            <w:r w:rsidR="007E2F2D">
              <w:t>1</w:t>
            </w:r>
            <w:bookmarkStart w:id="0" w:name="_GoBack"/>
            <w:bookmarkEnd w:id="0"/>
          </w:p>
        </w:tc>
      </w:tr>
    </w:tbl>
    <w:p w:rsidR="004F200B" w:rsidRDefault="004F200B" w:rsidP="004F200B">
      <w:pPr>
        <w:pStyle w:val="NormalWeb"/>
        <w:rPr>
          <w:b/>
          <w:bCs/>
          <w:lang w:val="ga-IE"/>
        </w:rPr>
      </w:pPr>
      <w:r>
        <w:rPr>
          <w:b/>
          <w:bCs/>
          <w:lang w:val="ga-IE"/>
        </w:rPr>
        <w:t>4.    Leithdháileadh na Foirne Múinteoireachta Dara Leibhéal</w:t>
      </w:r>
      <w:r w:rsidRPr="000417C3">
        <w:rPr>
          <w:b/>
          <w:bCs/>
          <w:lang w:val="ga-IE"/>
        </w:rPr>
        <w:t xml:space="preserve">:    </w:t>
      </w:r>
    </w:p>
    <w:p w:rsidR="004F200B" w:rsidRDefault="004F200B" w:rsidP="004F200B">
      <w:pPr>
        <w:pStyle w:val="NormalWeb"/>
        <w:rPr>
          <w:lang w:val="ga-IE"/>
        </w:rPr>
      </w:pPr>
      <w:r w:rsidRPr="000417C3">
        <w:rPr>
          <w:b/>
          <w:bCs/>
          <w:u w:val="single"/>
          <w:lang w:val="ga-IE"/>
        </w:rPr>
        <w:t>S</w:t>
      </w:r>
      <w:r>
        <w:rPr>
          <w:b/>
          <w:bCs/>
          <w:u w:val="single"/>
          <w:lang w:val="ga-IE"/>
        </w:rPr>
        <w:t>coilbhliain 201</w:t>
      </w:r>
      <w:r w:rsidR="00203E0E">
        <w:rPr>
          <w:b/>
          <w:bCs/>
          <w:u w:val="single"/>
          <w:lang w:val="ga-IE"/>
        </w:rPr>
        <w:t>3/2014</w:t>
      </w:r>
      <w:r w:rsidRPr="000417C3">
        <w:rPr>
          <w:b/>
          <w:bCs/>
          <w:u w:val="single"/>
          <w:lang w:val="ga-IE"/>
        </w:rPr>
        <w:br/>
      </w:r>
      <w:r w:rsidRPr="000417C3">
        <w:rPr>
          <w:lang w:val="ga-IE"/>
        </w:rPr>
        <w:t>B</w:t>
      </w:r>
      <w:r>
        <w:rPr>
          <w:lang w:val="ga-IE"/>
        </w:rPr>
        <w:t xml:space="preserve">unaithe ar na Catagóirí seo a leanas den Líon Iarbhír ar Rolla ar </w:t>
      </w:r>
      <w:r w:rsidR="00203E0E">
        <w:rPr>
          <w:lang w:val="ga-IE"/>
        </w:rPr>
        <w:t>an 30/09/2013</w:t>
      </w:r>
      <w:r w:rsidRPr="000417C3">
        <w:rPr>
          <w:lang w:val="ga-IE"/>
        </w:rPr>
        <w:t xml:space="preserve"> a</w:t>
      </w:r>
      <w:r>
        <w:rPr>
          <w:lang w:val="ga-IE"/>
        </w:rPr>
        <w:t xml:space="preserve">gus ar Chiorclán ón Roinn Oideachais </w:t>
      </w:r>
      <w:r w:rsidRPr="000417C3">
        <w:rPr>
          <w:lang w:val="ga-IE"/>
        </w:rPr>
        <w:t>&amp; S</w:t>
      </w:r>
      <w:r>
        <w:rPr>
          <w:lang w:val="ga-IE"/>
        </w:rPr>
        <w:t>cileanna</w:t>
      </w:r>
      <w:r w:rsidRPr="000417C3">
        <w:rPr>
          <w:lang w:val="ga-IE"/>
        </w:rPr>
        <w:t>.</w:t>
      </w:r>
    </w:p>
    <w:p w:rsidR="004F200B" w:rsidRPr="000417C3" w:rsidRDefault="004F200B" w:rsidP="004F200B">
      <w:pPr>
        <w:pStyle w:val="NormalWeb"/>
        <w:spacing w:before="0" w:beforeAutospacing="0" w:after="0" w:afterAutospacing="0"/>
        <w:rPr>
          <w:lang w:val="ga-IE"/>
        </w:rPr>
      </w:pPr>
      <w:r>
        <w:rPr>
          <w:b/>
          <w:bCs/>
          <w:u w:val="single"/>
          <w:lang w:val="ga-IE"/>
        </w:rPr>
        <w:t>Líon Iarbhír ar Rolla</w:t>
      </w:r>
      <w:r w:rsidRPr="000417C3">
        <w:rPr>
          <w:b/>
          <w:bCs/>
          <w:u w:val="single"/>
          <w:lang w:val="ga-IE"/>
        </w:rPr>
        <w:t>: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4"/>
        <w:gridCol w:w="2552"/>
      </w:tblGrid>
      <w:tr w:rsidR="004F200B" w:rsidTr="004F200B">
        <w:trPr>
          <w:trHeight w:val="285"/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 xml:space="preserve">(A) </w:t>
            </w:r>
            <w:r>
              <w:rPr>
                <w:lang w:val="ga-IE"/>
              </w:rPr>
              <w:t xml:space="preserve">TSCS 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E44C39">
            <w:pPr>
              <w:jc w:val="center"/>
            </w:pPr>
            <w:r>
              <w:t>42</w:t>
            </w:r>
          </w:p>
        </w:tc>
      </w:tr>
      <w:tr w:rsidR="004F200B" w:rsidTr="004F200B">
        <w:trPr>
          <w:trHeight w:val="285"/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 xml:space="preserve">(B) </w:t>
            </w:r>
            <w:r>
              <w:rPr>
                <w:lang w:val="ga-IE"/>
              </w:rPr>
              <w:t>SÓISEARACH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E44C39">
            <w:pPr>
              <w:jc w:val="center"/>
            </w:pPr>
            <w:r>
              <w:t>267</w:t>
            </w:r>
          </w:p>
        </w:tc>
      </w:tr>
      <w:tr w:rsidR="004F200B" w:rsidTr="004F200B">
        <w:trPr>
          <w:trHeight w:val="285"/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(C) S</w:t>
            </w:r>
            <w:r>
              <w:rPr>
                <w:lang w:val="ga-IE"/>
              </w:rPr>
              <w:t>INSEARACH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E44C39">
            <w:pPr>
              <w:jc w:val="center"/>
            </w:pPr>
            <w:r>
              <w:t>109</w:t>
            </w:r>
          </w:p>
        </w:tc>
      </w:tr>
      <w:tr w:rsidR="004F200B" w:rsidTr="004F200B">
        <w:trPr>
          <w:trHeight w:val="45"/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E44C39" w:rsidP="00E27FA7">
            <w:pPr>
              <w:spacing w:line="45" w:lineRule="atLeast"/>
              <w:rPr>
                <w:lang w:val="ga-IE"/>
              </w:rPr>
            </w:pPr>
            <w:r>
              <w:rPr>
                <w:lang w:val="ga-IE"/>
              </w:rPr>
              <w:t>(D</w:t>
            </w:r>
            <w:r w:rsidR="004F200B" w:rsidRPr="000417C3">
              <w:rPr>
                <w:lang w:val="ga-IE"/>
              </w:rPr>
              <w:t xml:space="preserve">) GCAT 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E44C39">
            <w:pPr>
              <w:spacing w:line="45" w:lineRule="atLeast"/>
              <w:jc w:val="center"/>
            </w:pPr>
            <w:r>
              <w:t>90</w:t>
            </w:r>
          </w:p>
        </w:tc>
      </w:tr>
      <w:tr w:rsidR="004F200B" w:rsidTr="004F200B">
        <w:trPr>
          <w:trHeight w:val="285"/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E44C39" w:rsidP="00E27FA7">
            <w:pPr>
              <w:rPr>
                <w:lang w:val="ga-IE"/>
              </w:rPr>
            </w:pPr>
            <w:r>
              <w:rPr>
                <w:lang w:val="ga-IE"/>
              </w:rPr>
              <w:t>(E</w:t>
            </w:r>
            <w:r w:rsidR="004F200B" w:rsidRPr="000417C3">
              <w:rPr>
                <w:lang w:val="ga-IE"/>
              </w:rPr>
              <w:t xml:space="preserve">) ATF 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E44C39">
            <w:pPr>
              <w:jc w:val="center"/>
            </w:pPr>
            <w:r>
              <w:t>34</w:t>
            </w:r>
          </w:p>
        </w:tc>
      </w:tr>
      <w:tr w:rsidR="004F200B" w:rsidTr="004F200B">
        <w:trPr>
          <w:trHeight w:val="285"/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E44C39" w:rsidP="00E27FA7">
            <w:pPr>
              <w:rPr>
                <w:lang w:val="ga-IE"/>
              </w:rPr>
            </w:pPr>
            <w:r>
              <w:rPr>
                <w:lang w:val="ga-IE"/>
              </w:rPr>
              <w:t>(F</w:t>
            </w:r>
            <w:r w:rsidR="004F200B" w:rsidRPr="000417C3">
              <w:rPr>
                <w:lang w:val="ga-IE"/>
              </w:rPr>
              <w:t>) Athscrúdú Ardteistiméireachta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E44C39">
            <w:pPr>
              <w:jc w:val="center"/>
            </w:pPr>
            <w:r>
              <w:t>0</w:t>
            </w:r>
          </w:p>
        </w:tc>
      </w:tr>
      <w:tr w:rsidR="004F200B" w:rsidTr="004F200B">
        <w:trPr>
          <w:trHeight w:val="285"/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201286" w:rsidRDefault="004F200B" w:rsidP="00E27FA7">
            <w:pPr>
              <w:pStyle w:val="NormalWeb"/>
              <w:rPr>
                <w:b/>
              </w:rPr>
            </w:pPr>
            <w:r w:rsidRPr="000417C3">
              <w:rPr>
                <w:b/>
                <w:lang w:val="ga-IE"/>
              </w:rPr>
              <w:t>IOMLÁN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C77F59" w:rsidRDefault="00E44C39">
            <w:pPr>
              <w:jc w:val="center"/>
              <w:rPr>
                <w:b/>
              </w:rPr>
            </w:pPr>
            <w:r>
              <w:rPr>
                <w:b/>
              </w:rPr>
              <w:t>542</w:t>
            </w:r>
          </w:p>
        </w:tc>
      </w:tr>
    </w:tbl>
    <w:p w:rsidR="004F200B" w:rsidRDefault="004F200B" w:rsidP="004F200B">
      <w:pPr>
        <w:pStyle w:val="NormalWeb"/>
        <w:spacing w:before="0" w:beforeAutospacing="0" w:after="0" w:afterAutospacing="0"/>
        <w:rPr>
          <w:b/>
          <w:bCs/>
          <w:lang w:val="ga-IE"/>
        </w:rPr>
      </w:pPr>
    </w:p>
    <w:p w:rsidR="004F200B" w:rsidRPr="000417C3" w:rsidRDefault="004F200B" w:rsidP="004F200B">
      <w:pPr>
        <w:pStyle w:val="NormalWeb"/>
        <w:spacing w:before="0" w:beforeAutospacing="0" w:after="0" w:afterAutospacing="0"/>
        <w:rPr>
          <w:lang w:val="ga-IE"/>
        </w:rPr>
      </w:pPr>
      <w:r w:rsidRPr="000417C3">
        <w:rPr>
          <w:b/>
          <w:bCs/>
          <w:lang w:val="ga-IE"/>
        </w:rPr>
        <w:t xml:space="preserve">A) </w:t>
      </w:r>
      <w:r w:rsidRPr="000417C3">
        <w:rPr>
          <w:b/>
          <w:bCs/>
          <w:u w:val="single"/>
          <w:lang w:val="ga-IE"/>
        </w:rPr>
        <w:t>Po</w:t>
      </w:r>
      <w:r>
        <w:rPr>
          <w:b/>
          <w:bCs/>
          <w:u w:val="single"/>
          <w:lang w:val="ga-IE"/>
        </w:rPr>
        <w:t>i</w:t>
      </w:r>
      <w:r w:rsidRPr="000417C3">
        <w:rPr>
          <w:b/>
          <w:bCs/>
          <w:u w:val="single"/>
          <w:lang w:val="ga-IE"/>
        </w:rPr>
        <w:t>st</w:t>
      </w:r>
      <w:r>
        <w:rPr>
          <w:b/>
          <w:bCs/>
          <w:u w:val="single"/>
          <w:lang w:val="ga-IE"/>
        </w:rPr>
        <w:t xml:space="preserve"> lasmuigh den C</w:t>
      </w:r>
      <w:r w:rsidR="00634729">
        <w:rPr>
          <w:b/>
          <w:bCs/>
          <w:u w:val="single"/>
          <w:lang w:val="ga-IE"/>
        </w:rPr>
        <w:t>h</w:t>
      </w:r>
      <w:r>
        <w:rPr>
          <w:b/>
          <w:bCs/>
          <w:u w:val="single"/>
          <w:lang w:val="ga-IE"/>
        </w:rPr>
        <w:t>uóta</w:t>
      </w:r>
      <w:r w:rsidRPr="000417C3">
        <w:rPr>
          <w:b/>
          <w:bCs/>
          <w:u w:val="single"/>
          <w:lang w:val="ga-IE"/>
        </w:rPr>
        <w:t>: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4"/>
        <w:gridCol w:w="2552"/>
      </w:tblGrid>
      <w:tr w:rsidR="004F200B" w:rsidTr="00E27FA7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Príomhoide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 w:rsidP="00E27FA7">
            <w:pPr>
              <w:jc w:val="center"/>
            </w:pPr>
            <w:r>
              <w:t>1</w:t>
            </w:r>
          </w:p>
        </w:tc>
      </w:tr>
      <w:tr w:rsidR="004F200B" w:rsidTr="00E27FA7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Leas-Phríomhoide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 w:rsidP="00E27FA7">
            <w:pPr>
              <w:jc w:val="center"/>
            </w:pPr>
            <w:r>
              <w:t>1</w:t>
            </w:r>
          </w:p>
        </w:tc>
      </w:tr>
      <w:tr w:rsidR="004F200B" w:rsidTr="00E27FA7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E44C39" w:rsidP="00E27FA7">
            <w:pPr>
              <w:rPr>
                <w:lang w:val="ga-IE"/>
              </w:rPr>
            </w:pPr>
            <w:r>
              <w:rPr>
                <w:lang w:val="ga-IE"/>
              </w:rPr>
              <w:t>HSCL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E44C39" w:rsidP="00E27FA7">
            <w:pPr>
              <w:jc w:val="center"/>
            </w:pPr>
            <w:r>
              <w:t>1</w:t>
            </w:r>
          </w:p>
        </w:tc>
      </w:tr>
    </w:tbl>
    <w:p w:rsidR="004F200B" w:rsidRDefault="004F200B" w:rsidP="004F200B">
      <w:pPr>
        <w:pStyle w:val="NormalWeb"/>
        <w:rPr>
          <w:b/>
          <w:bCs/>
          <w:u w:val="single"/>
          <w:lang w:val="ga-IE"/>
        </w:rPr>
      </w:pPr>
      <w:r>
        <w:rPr>
          <w:b/>
          <w:bCs/>
          <w:lang w:val="ga-IE"/>
        </w:rPr>
        <w:t>Fo-iomlán:</w:t>
      </w:r>
      <w:r w:rsidRPr="000417C3">
        <w:rPr>
          <w:b/>
          <w:bCs/>
          <w:lang w:val="ga-IE"/>
        </w:rPr>
        <w:t xml:space="preserve">                                           </w:t>
      </w:r>
      <w:r>
        <w:rPr>
          <w:b/>
          <w:bCs/>
          <w:u w:val="single"/>
          <w:lang w:val="ga-IE"/>
        </w:rPr>
        <w:t xml:space="preserve"> </w:t>
      </w:r>
      <w:r w:rsidR="00E44C39">
        <w:rPr>
          <w:b/>
          <w:bCs/>
          <w:u w:val="single"/>
          <w:lang w:val="ga-IE"/>
        </w:rPr>
        <w:t>3</w:t>
      </w:r>
    </w:p>
    <w:p w:rsidR="000069F0" w:rsidRPr="000417C3" w:rsidRDefault="000069F0" w:rsidP="000069F0">
      <w:pPr>
        <w:pStyle w:val="NormalWeb"/>
        <w:rPr>
          <w:lang w:val="ga-IE"/>
        </w:rPr>
      </w:pPr>
      <w:r w:rsidRPr="000417C3">
        <w:rPr>
          <w:b/>
          <w:bCs/>
          <w:lang w:val="ga-IE"/>
        </w:rPr>
        <w:t xml:space="preserve">(B) </w:t>
      </w:r>
      <w:r>
        <w:rPr>
          <w:b/>
          <w:bCs/>
          <w:u w:val="single"/>
          <w:lang w:val="ga-IE"/>
        </w:rPr>
        <w:t>Líon Breise leis an C</w:t>
      </w:r>
      <w:r w:rsidR="00634729">
        <w:rPr>
          <w:b/>
          <w:bCs/>
          <w:u w:val="single"/>
          <w:lang w:val="ga-IE"/>
        </w:rPr>
        <w:t>h</w:t>
      </w:r>
      <w:r>
        <w:rPr>
          <w:b/>
          <w:bCs/>
          <w:u w:val="single"/>
          <w:lang w:val="ga-IE"/>
        </w:rPr>
        <w:t>uóta</w:t>
      </w:r>
      <w:r w:rsidRPr="000417C3">
        <w:rPr>
          <w:b/>
          <w:bCs/>
          <w:u w:val="single"/>
          <w:lang w:val="ga-IE"/>
        </w:rPr>
        <w:t>:</w:t>
      </w:r>
    </w:p>
    <w:tbl>
      <w:tblPr>
        <w:tblW w:w="252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1"/>
        <w:gridCol w:w="2552"/>
      </w:tblGrid>
      <w:tr w:rsidR="000069F0" w:rsidTr="00E44C39">
        <w:trPr>
          <w:tblCellSpacing w:w="15" w:type="dxa"/>
        </w:trPr>
        <w:tc>
          <w:tcPr>
            <w:tcW w:w="2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E44C39" w:rsidP="00E27FA7">
            <w:pPr>
              <w:rPr>
                <w:lang w:val="ga-IE"/>
              </w:rPr>
            </w:pPr>
            <w:r>
              <w:rPr>
                <w:lang w:val="ga-IE"/>
              </w:rPr>
              <w:t>LCA</w:t>
            </w:r>
          </w:p>
        </w:tc>
        <w:tc>
          <w:tcPr>
            <w:tcW w:w="2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E44C39">
            <w:pPr>
              <w:jc w:val="center"/>
            </w:pPr>
            <w:r>
              <w:t>0.5</w:t>
            </w:r>
          </w:p>
        </w:tc>
      </w:tr>
      <w:tr w:rsidR="000069F0" w:rsidTr="00E44C39">
        <w:trPr>
          <w:tblCellSpacing w:w="15" w:type="dxa"/>
        </w:trPr>
        <w:tc>
          <w:tcPr>
            <w:tcW w:w="2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E44C39" w:rsidP="00E27FA7">
            <w:pPr>
              <w:rPr>
                <w:lang w:val="ga-IE"/>
              </w:rPr>
            </w:pPr>
            <w:r>
              <w:rPr>
                <w:lang w:val="ga-IE"/>
              </w:rPr>
              <w:t>Learning Support</w:t>
            </w:r>
          </w:p>
        </w:tc>
        <w:tc>
          <w:tcPr>
            <w:tcW w:w="2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E44C39">
            <w:pPr>
              <w:jc w:val="center"/>
            </w:pPr>
            <w:r>
              <w:t>1.0</w:t>
            </w:r>
          </w:p>
        </w:tc>
      </w:tr>
    </w:tbl>
    <w:p w:rsidR="00454D82" w:rsidRDefault="00634729">
      <w:pPr>
        <w:pStyle w:val="NormalWeb"/>
        <w:rPr>
          <w:b/>
          <w:bCs/>
        </w:rPr>
      </w:pPr>
      <w:r>
        <w:rPr>
          <w:b/>
          <w:bCs/>
        </w:rPr>
        <w:t xml:space="preserve">Fo-iomlán </w:t>
      </w:r>
      <w:r w:rsidR="00980A69">
        <w:rPr>
          <w:b/>
          <w:bCs/>
        </w:rPr>
        <w:t>                                 </w:t>
      </w:r>
      <w:r w:rsidR="00E44C39">
        <w:rPr>
          <w:b/>
          <w:bCs/>
        </w:rPr>
        <w:t xml:space="preserve">         </w:t>
      </w:r>
      <w:r w:rsidR="00980A69">
        <w:rPr>
          <w:b/>
          <w:bCs/>
        </w:rPr>
        <w:t xml:space="preserve"> </w:t>
      </w:r>
      <w:r w:rsidR="00FE5B72" w:rsidRPr="00FE5B72">
        <w:rPr>
          <w:b/>
          <w:bCs/>
          <w:u w:val="single"/>
        </w:rPr>
        <w:t>1</w:t>
      </w:r>
      <w:r w:rsidR="00980A69" w:rsidRPr="00FE5B72">
        <w:rPr>
          <w:b/>
          <w:bCs/>
          <w:u w:val="single"/>
        </w:rPr>
        <w:t>.5</w:t>
      </w:r>
      <w:r w:rsidR="00980A69">
        <w:rPr>
          <w:b/>
          <w:bCs/>
          <w:u w:val="single"/>
        </w:rPr>
        <w:t xml:space="preserve"> </w:t>
      </w:r>
      <w:r w:rsidR="00FE5B72">
        <w:rPr>
          <w:b/>
          <w:bCs/>
        </w:rPr>
        <w:t xml:space="preserve">                    </w:t>
      </w:r>
      <w:r w:rsidR="00E44C39">
        <w:rPr>
          <w:b/>
          <w:bCs/>
        </w:rPr>
        <w:t>4.5</w:t>
      </w:r>
      <w:r w:rsidR="00980A69">
        <w:rPr>
          <w:b/>
          <w:bCs/>
        </w:rPr>
        <w:t xml:space="preserve">              </w:t>
      </w:r>
    </w:p>
    <w:p w:rsidR="00E44C39" w:rsidRDefault="00E44C39" w:rsidP="000069F0">
      <w:pPr>
        <w:pStyle w:val="NormalWeb"/>
        <w:spacing w:after="0" w:afterAutospacing="0"/>
        <w:rPr>
          <w:b/>
          <w:bCs/>
          <w:lang w:val="ga-IE"/>
        </w:rPr>
      </w:pPr>
    </w:p>
    <w:p w:rsidR="00E44C39" w:rsidRDefault="00E44C39" w:rsidP="000069F0">
      <w:pPr>
        <w:pStyle w:val="NormalWeb"/>
        <w:spacing w:after="0" w:afterAutospacing="0"/>
        <w:rPr>
          <w:b/>
          <w:bCs/>
          <w:lang w:val="ga-IE"/>
        </w:rPr>
      </w:pPr>
    </w:p>
    <w:p w:rsidR="00E44C39" w:rsidRDefault="00E44C39" w:rsidP="000069F0">
      <w:pPr>
        <w:pStyle w:val="NormalWeb"/>
        <w:spacing w:after="0" w:afterAutospacing="0"/>
        <w:rPr>
          <w:b/>
          <w:bCs/>
          <w:lang w:val="ga-IE"/>
        </w:rPr>
      </w:pPr>
    </w:p>
    <w:p w:rsidR="00E44C39" w:rsidRDefault="00E44C39" w:rsidP="000069F0">
      <w:pPr>
        <w:pStyle w:val="NormalWeb"/>
        <w:spacing w:after="0" w:afterAutospacing="0"/>
        <w:rPr>
          <w:b/>
          <w:bCs/>
          <w:lang w:val="ga-IE"/>
        </w:rPr>
      </w:pPr>
    </w:p>
    <w:p w:rsidR="00E44C39" w:rsidRDefault="00E44C39" w:rsidP="000069F0">
      <w:pPr>
        <w:pStyle w:val="NormalWeb"/>
        <w:spacing w:after="0" w:afterAutospacing="0"/>
        <w:rPr>
          <w:b/>
          <w:bCs/>
          <w:lang w:val="ga-IE"/>
        </w:rPr>
      </w:pPr>
    </w:p>
    <w:p w:rsidR="000069F0" w:rsidRDefault="000069F0" w:rsidP="000069F0">
      <w:pPr>
        <w:pStyle w:val="NormalWeb"/>
        <w:spacing w:after="0" w:afterAutospacing="0"/>
        <w:rPr>
          <w:b/>
          <w:bCs/>
          <w:u w:val="single"/>
          <w:lang w:val="ga-IE"/>
        </w:rPr>
      </w:pPr>
      <w:r w:rsidRPr="000417C3">
        <w:rPr>
          <w:b/>
          <w:bCs/>
          <w:lang w:val="ga-IE"/>
        </w:rPr>
        <w:lastRenderedPageBreak/>
        <w:t xml:space="preserve">(C) </w:t>
      </w:r>
      <w:r w:rsidRPr="000417C3">
        <w:rPr>
          <w:b/>
          <w:bCs/>
          <w:u w:val="single"/>
          <w:lang w:val="ga-IE"/>
        </w:rPr>
        <w:t>Po</w:t>
      </w:r>
      <w:r>
        <w:rPr>
          <w:b/>
          <w:bCs/>
          <w:u w:val="single"/>
          <w:lang w:val="ga-IE"/>
        </w:rPr>
        <w:t>i</w:t>
      </w:r>
      <w:r w:rsidRPr="000417C3">
        <w:rPr>
          <w:b/>
          <w:bCs/>
          <w:u w:val="single"/>
          <w:lang w:val="ga-IE"/>
        </w:rPr>
        <w:t>st b</w:t>
      </w:r>
      <w:r>
        <w:rPr>
          <w:b/>
          <w:bCs/>
          <w:u w:val="single"/>
          <w:lang w:val="ga-IE"/>
        </w:rPr>
        <w:t>unaithe ar Chóimheas Múinteoirí le Daltaí</w:t>
      </w:r>
      <w:r w:rsidRPr="000417C3">
        <w:rPr>
          <w:b/>
          <w:bCs/>
          <w:u w:val="single"/>
          <w:lang w:val="ga-IE"/>
        </w:rPr>
        <w:t>:</w:t>
      </w:r>
    </w:p>
    <w:tbl>
      <w:tblPr>
        <w:tblW w:w="249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3"/>
        <w:gridCol w:w="2551"/>
      </w:tblGrid>
      <w:tr w:rsidR="00E44C39" w:rsidTr="00E44C39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C39" w:rsidRDefault="00E44C39" w:rsidP="00E27FA7">
            <w:r>
              <w:t>TSCS – 18.25:1 + 0.25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C39" w:rsidRDefault="00203E0E" w:rsidP="0071073F">
            <w:pPr>
              <w:jc w:val="center"/>
            </w:pPr>
            <w:r>
              <w:t>2.55</w:t>
            </w:r>
          </w:p>
        </w:tc>
      </w:tr>
      <w:tr w:rsidR="00E44C39" w:rsidTr="00E44C39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C39" w:rsidRDefault="00E44C39" w:rsidP="00E27FA7">
            <w:r>
              <w:rPr>
                <w:lang w:val="ga-IE"/>
              </w:rPr>
              <w:t>SÓISEARACH</w:t>
            </w:r>
            <w:r>
              <w:t>- 18.25:1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C39" w:rsidRDefault="00203E0E" w:rsidP="0071073F">
            <w:pPr>
              <w:jc w:val="center"/>
            </w:pPr>
            <w:r>
              <w:t>14.63</w:t>
            </w:r>
          </w:p>
        </w:tc>
      </w:tr>
      <w:tr w:rsidR="00E44C39" w:rsidTr="00E44C39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C39" w:rsidRDefault="00E44C39" w:rsidP="00E27FA7">
            <w:r w:rsidRPr="000417C3">
              <w:rPr>
                <w:lang w:val="ga-IE"/>
              </w:rPr>
              <w:t>S</w:t>
            </w:r>
            <w:r>
              <w:rPr>
                <w:lang w:val="ga-IE"/>
              </w:rPr>
              <w:t>INSEARACH</w:t>
            </w:r>
            <w:r>
              <w:t>- 18.25:1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C39" w:rsidRDefault="00E44C39" w:rsidP="00203E0E">
            <w:pPr>
              <w:jc w:val="center"/>
            </w:pPr>
            <w:r>
              <w:t xml:space="preserve"> </w:t>
            </w:r>
            <w:r w:rsidR="00203E0E">
              <w:t>5.97</w:t>
            </w:r>
          </w:p>
        </w:tc>
      </w:tr>
      <w:tr w:rsidR="00E44C39" w:rsidTr="00E44C39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C39" w:rsidRDefault="00E44C39" w:rsidP="00E27FA7">
            <w:r>
              <w:t>GUGO – 17.1 :1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C39" w:rsidRDefault="00E44C39" w:rsidP="0071073F">
            <w:r>
              <w:t xml:space="preserve">                   0</w:t>
            </w:r>
          </w:p>
        </w:tc>
      </w:tr>
      <w:tr w:rsidR="00E44C39" w:rsidTr="00E44C39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C39" w:rsidRDefault="00E44C39" w:rsidP="00E27FA7">
            <w:r>
              <w:t>GCAT – 18.25:1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C39" w:rsidRDefault="00203E0E" w:rsidP="0071073F">
            <w:pPr>
              <w:jc w:val="center"/>
            </w:pPr>
            <w:r>
              <w:t>4.93</w:t>
            </w:r>
          </w:p>
        </w:tc>
      </w:tr>
      <w:tr w:rsidR="00E44C39" w:rsidTr="00E44C39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C39" w:rsidRDefault="00E44C39" w:rsidP="00E27FA7">
            <w:r>
              <w:t>AFT – 18.25:1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C39" w:rsidRDefault="00203E0E" w:rsidP="0071073F">
            <w:pPr>
              <w:jc w:val="center"/>
            </w:pPr>
            <w:r>
              <w:t>1.86</w:t>
            </w:r>
          </w:p>
        </w:tc>
      </w:tr>
    </w:tbl>
    <w:p w:rsidR="000069F0" w:rsidRDefault="000069F0" w:rsidP="000069F0">
      <w:pPr>
        <w:pStyle w:val="NormalWeb"/>
        <w:rPr>
          <w:b/>
          <w:bCs/>
          <w:u w:val="single"/>
        </w:rPr>
      </w:pPr>
      <w:r>
        <w:rPr>
          <w:b/>
          <w:bCs/>
          <w:lang w:val="ga-IE"/>
        </w:rPr>
        <w:t xml:space="preserve">Fo-iomlán:         </w:t>
      </w:r>
      <w:r w:rsidRPr="000417C3">
        <w:rPr>
          <w:b/>
          <w:bCs/>
          <w:lang w:val="ga-IE"/>
        </w:rPr>
        <w:t>                              </w:t>
      </w:r>
      <w:r w:rsidR="00203E0E">
        <w:rPr>
          <w:b/>
          <w:bCs/>
          <w:u w:val="single"/>
        </w:rPr>
        <w:t>29.94</w:t>
      </w:r>
    </w:p>
    <w:p w:rsidR="000069F0" w:rsidRDefault="000069F0" w:rsidP="000069F0">
      <w:pPr>
        <w:pStyle w:val="NormalWeb"/>
      </w:pPr>
      <w:r>
        <w:rPr>
          <w:b/>
          <w:bCs/>
          <w:u w:val="single"/>
          <w:lang w:val="ga-IE"/>
        </w:rPr>
        <w:t>IOM</w:t>
      </w:r>
      <w:r w:rsidRPr="000417C3">
        <w:rPr>
          <w:b/>
          <w:bCs/>
          <w:u w:val="single"/>
          <w:lang w:val="ga-IE"/>
        </w:rPr>
        <w:t>L</w:t>
      </w:r>
      <w:r>
        <w:rPr>
          <w:b/>
          <w:bCs/>
          <w:u w:val="single"/>
          <w:lang w:val="ga-IE"/>
        </w:rPr>
        <w:t>ÁN</w:t>
      </w:r>
      <w:r w:rsidRPr="000417C3">
        <w:rPr>
          <w:b/>
          <w:bCs/>
          <w:lang w:val="ga-IE"/>
        </w:rPr>
        <w:t> </w:t>
      </w:r>
      <w:r>
        <w:rPr>
          <w:b/>
          <w:bCs/>
          <w:lang w:val="ga-IE"/>
        </w:rPr>
        <w:t>:</w:t>
      </w:r>
      <w:r w:rsidRPr="000417C3">
        <w:rPr>
          <w:b/>
          <w:bCs/>
          <w:lang w:val="ga-IE"/>
        </w:rPr>
        <w:t>  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</w:t>
      </w:r>
      <w:r w:rsidR="00203E0E">
        <w:rPr>
          <w:b/>
          <w:bCs/>
          <w:u w:val="single"/>
        </w:rPr>
        <w:t>34.44</w:t>
      </w:r>
    </w:p>
    <w:p w:rsidR="000069F0" w:rsidRDefault="000069F0" w:rsidP="000069F0">
      <w:pPr>
        <w:pStyle w:val="NormalWeb"/>
        <w:rPr>
          <w:b/>
          <w:bCs/>
          <w:lang w:val="ga-IE"/>
        </w:rPr>
      </w:pPr>
    </w:p>
    <w:p w:rsidR="000069F0" w:rsidRPr="000417C3" w:rsidRDefault="000069F0" w:rsidP="000069F0">
      <w:pPr>
        <w:pStyle w:val="NormalWeb"/>
        <w:rPr>
          <w:lang w:val="ga-IE"/>
        </w:rPr>
      </w:pPr>
      <w:r w:rsidRPr="000417C3">
        <w:rPr>
          <w:b/>
          <w:bCs/>
          <w:lang w:val="ga-IE"/>
        </w:rPr>
        <w:t xml:space="preserve">5.    </w:t>
      </w:r>
      <w:r>
        <w:rPr>
          <w:b/>
          <w:bCs/>
          <w:lang w:val="ga-IE"/>
        </w:rPr>
        <w:t>Soláthar do Dhaltaí le Riachtanais Speisialta</w:t>
      </w:r>
      <w:r w:rsidRPr="000417C3">
        <w:rPr>
          <w:b/>
          <w:bCs/>
          <w:lang w:val="ga-IE"/>
        </w:rPr>
        <w:t>:</w:t>
      </w:r>
    </w:p>
    <w:tbl>
      <w:tblPr>
        <w:tblW w:w="250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6"/>
        <w:gridCol w:w="1502"/>
      </w:tblGrid>
      <w:tr w:rsidR="000069F0" w:rsidTr="000069F0">
        <w:trPr>
          <w:tblCellSpacing w:w="15" w:type="dxa"/>
        </w:trPr>
        <w:tc>
          <w:tcPr>
            <w:tcW w:w="3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32018B" w:rsidRDefault="000069F0" w:rsidP="00E44C39">
            <w:r w:rsidRPr="0032018B">
              <w:t>Leithdháileadh Riachtanais Speisialta 201</w:t>
            </w:r>
            <w:r w:rsidR="00E44C39">
              <w:t>2</w:t>
            </w:r>
            <w:r w:rsidRPr="0032018B">
              <w:t>/201</w:t>
            </w:r>
            <w:r w:rsidR="00E44C39">
              <w:t>3</w:t>
            </w:r>
          </w:p>
        </w:tc>
        <w:tc>
          <w:tcPr>
            <w:tcW w:w="1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203E0E">
            <w:pPr>
              <w:jc w:val="center"/>
            </w:pPr>
            <w:r>
              <w:t>8.78</w:t>
            </w:r>
            <w:r w:rsidR="000069F0">
              <w:t xml:space="preserve"> wte</w:t>
            </w:r>
          </w:p>
        </w:tc>
      </w:tr>
      <w:tr w:rsidR="000069F0" w:rsidTr="000069F0">
        <w:trPr>
          <w:tblCellSpacing w:w="15" w:type="dxa"/>
        </w:trPr>
        <w:tc>
          <w:tcPr>
            <w:tcW w:w="3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F86CF8" w:rsidRDefault="000069F0" w:rsidP="00E27FA7">
            <w:r w:rsidRPr="00F86CF8">
              <w:t>Líon iomlán na mac léinn i leith teagasc 1:1</w:t>
            </w:r>
          </w:p>
        </w:tc>
        <w:tc>
          <w:tcPr>
            <w:tcW w:w="1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E44C39">
            <w:pPr>
              <w:jc w:val="center"/>
            </w:pPr>
            <w:r>
              <w:t>0</w:t>
            </w:r>
          </w:p>
        </w:tc>
      </w:tr>
      <w:tr w:rsidR="000069F0" w:rsidTr="000069F0">
        <w:trPr>
          <w:tblCellSpacing w:w="15" w:type="dxa"/>
        </w:trPr>
        <w:tc>
          <w:tcPr>
            <w:tcW w:w="3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32018B" w:rsidRDefault="000069F0" w:rsidP="00E27FA7">
            <w:r w:rsidRPr="0032018B">
              <w:t>Leithdháileadh iomlán Cúntóir Riachtanais Speisialta</w:t>
            </w:r>
          </w:p>
        </w:tc>
        <w:tc>
          <w:tcPr>
            <w:tcW w:w="1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E44C39">
            <w:pPr>
              <w:jc w:val="center"/>
            </w:pPr>
            <w:r>
              <w:t>6.0</w:t>
            </w:r>
          </w:p>
        </w:tc>
      </w:tr>
      <w:tr w:rsidR="000069F0" w:rsidTr="000069F0">
        <w:trPr>
          <w:tblCellSpacing w:w="15" w:type="dxa"/>
        </w:trPr>
        <w:tc>
          <w:tcPr>
            <w:tcW w:w="34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32018B" w:rsidRDefault="000069F0" w:rsidP="00E27FA7">
            <w:r w:rsidRPr="0032018B">
              <w:t>Iomlán Uaireanta Acmhainní</w:t>
            </w:r>
          </w:p>
        </w:tc>
        <w:tc>
          <w:tcPr>
            <w:tcW w:w="1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203E0E">
            <w:pPr>
              <w:jc w:val="center"/>
            </w:pPr>
            <w:r>
              <w:t>193.16</w:t>
            </w:r>
          </w:p>
        </w:tc>
      </w:tr>
    </w:tbl>
    <w:p w:rsidR="000069F0" w:rsidRPr="000417C3" w:rsidRDefault="000069F0" w:rsidP="000069F0">
      <w:pPr>
        <w:pStyle w:val="NormalWeb"/>
        <w:rPr>
          <w:lang w:val="ga-IE"/>
        </w:rPr>
      </w:pPr>
      <w:r>
        <w:rPr>
          <w:b/>
          <w:bCs/>
          <w:lang w:val="ga-IE"/>
        </w:rPr>
        <w:t>6</w:t>
      </w:r>
      <w:r w:rsidRPr="000417C3">
        <w:rPr>
          <w:b/>
          <w:bCs/>
          <w:lang w:val="ga-IE"/>
        </w:rPr>
        <w:t xml:space="preserve">.    </w:t>
      </w:r>
      <w:r>
        <w:rPr>
          <w:b/>
          <w:bCs/>
          <w:lang w:val="ga-IE"/>
        </w:rPr>
        <w:t>Foireann Choimhdeach</w:t>
      </w:r>
      <w:r w:rsidRPr="000417C3">
        <w:rPr>
          <w:b/>
          <w:bCs/>
          <w:lang w:val="ga-IE"/>
        </w:rPr>
        <w:t>:</w:t>
      </w:r>
      <w:r>
        <w:rPr>
          <w:b/>
          <w:bCs/>
          <w:lang w:val="ga-IE"/>
        </w:rPr>
        <w:t xml:space="preserve">     Lánaimseartha</w:t>
      </w:r>
      <w:r>
        <w:rPr>
          <w:b/>
          <w:bCs/>
          <w:lang w:val="ga-IE"/>
        </w:rPr>
        <w:tab/>
      </w:r>
      <w:r w:rsidRPr="000417C3">
        <w:rPr>
          <w:b/>
          <w:bCs/>
          <w:lang w:val="ga-IE"/>
        </w:rPr>
        <w:t>P</w:t>
      </w:r>
      <w:r>
        <w:rPr>
          <w:b/>
          <w:bCs/>
          <w:lang w:val="ga-IE"/>
        </w:rPr>
        <w:t>áirtaimseartha</w:t>
      </w:r>
    </w:p>
    <w:tbl>
      <w:tblPr>
        <w:tblW w:w="3567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2"/>
        <w:gridCol w:w="2367"/>
        <w:gridCol w:w="2366"/>
      </w:tblGrid>
      <w:tr w:rsidR="000069F0" w:rsidTr="000069F0">
        <w:trPr>
          <w:tblCellSpacing w:w="15" w:type="dxa"/>
        </w:trPr>
        <w:tc>
          <w:tcPr>
            <w:tcW w:w="1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0069F0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Cl</w:t>
            </w:r>
            <w:r>
              <w:rPr>
                <w:lang w:val="ga-IE"/>
              </w:rPr>
              <w:t>éireachas</w:t>
            </w:r>
          </w:p>
        </w:tc>
        <w:tc>
          <w:tcPr>
            <w:tcW w:w="1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>
            <w:pPr>
              <w:jc w:val="center"/>
            </w:pPr>
            <w:r>
              <w:t>1</w:t>
            </w:r>
          </w:p>
        </w:tc>
        <w:tc>
          <w:tcPr>
            <w:tcW w:w="1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69F0" w:rsidRDefault="000069F0">
            <w:pPr>
              <w:jc w:val="center"/>
            </w:pPr>
            <w:r>
              <w:t>1</w:t>
            </w:r>
          </w:p>
        </w:tc>
      </w:tr>
      <w:tr w:rsidR="000069F0" w:rsidTr="000069F0">
        <w:trPr>
          <w:tblCellSpacing w:w="15" w:type="dxa"/>
        </w:trPr>
        <w:tc>
          <w:tcPr>
            <w:tcW w:w="1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0069F0" w:rsidP="00E27FA7">
            <w:pPr>
              <w:rPr>
                <w:lang w:val="ga-IE"/>
              </w:rPr>
            </w:pPr>
            <w:r>
              <w:rPr>
                <w:lang w:val="ga-IE"/>
              </w:rPr>
              <w:t>Glantóir</w:t>
            </w:r>
          </w:p>
        </w:tc>
        <w:tc>
          <w:tcPr>
            <w:tcW w:w="1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E44C39">
            <w:pPr>
              <w:jc w:val="center"/>
            </w:pPr>
            <w:r>
              <w:t>3</w:t>
            </w:r>
          </w:p>
        </w:tc>
        <w:tc>
          <w:tcPr>
            <w:tcW w:w="1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69F0" w:rsidRDefault="000069F0">
            <w:pPr>
              <w:jc w:val="center"/>
            </w:pPr>
          </w:p>
        </w:tc>
      </w:tr>
      <w:tr w:rsidR="000069F0" w:rsidTr="000069F0">
        <w:trPr>
          <w:tblCellSpacing w:w="15" w:type="dxa"/>
        </w:trPr>
        <w:tc>
          <w:tcPr>
            <w:tcW w:w="1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634729" w:rsidP="00634729">
            <w:pPr>
              <w:rPr>
                <w:lang w:val="ga-IE"/>
              </w:rPr>
            </w:pPr>
            <w:r>
              <w:rPr>
                <w:lang w:val="ga-IE"/>
              </w:rPr>
              <w:t xml:space="preserve">Fear </w:t>
            </w:r>
            <w:r w:rsidR="000069F0">
              <w:rPr>
                <w:lang w:val="ga-IE"/>
              </w:rPr>
              <w:t>Faire</w:t>
            </w:r>
          </w:p>
        </w:tc>
        <w:tc>
          <w:tcPr>
            <w:tcW w:w="1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>
            <w:pPr>
              <w:jc w:val="center"/>
            </w:pPr>
            <w:r>
              <w:t>1</w:t>
            </w:r>
          </w:p>
        </w:tc>
        <w:tc>
          <w:tcPr>
            <w:tcW w:w="1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69F0" w:rsidRDefault="000069F0">
            <w:pPr>
              <w:jc w:val="center"/>
            </w:pPr>
          </w:p>
        </w:tc>
      </w:tr>
    </w:tbl>
    <w:p w:rsidR="000069F0" w:rsidRDefault="000069F0" w:rsidP="000069F0">
      <w:pPr>
        <w:pStyle w:val="NormalWeb"/>
      </w:pPr>
      <w:r w:rsidRPr="000417C3">
        <w:rPr>
          <w:b/>
          <w:bCs/>
          <w:lang w:val="ga-IE"/>
        </w:rPr>
        <w:t xml:space="preserve">7.    Sceideal Cóiríochta: </w:t>
      </w:r>
      <w:r w:rsidRPr="000417C3">
        <w:rPr>
          <w:b/>
          <w:bCs/>
          <w:lang w:val="ga-IE"/>
        </w:rPr>
        <w:br/>
        <w:t xml:space="preserve">   </w:t>
      </w:r>
      <w:r w:rsidRPr="000417C3">
        <w:rPr>
          <w:lang w:val="ga-IE"/>
        </w:rPr>
        <w:t>    T</w:t>
      </w:r>
      <w:r>
        <w:rPr>
          <w:lang w:val="ga-IE"/>
        </w:rPr>
        <w:t>á siad seo a leanas áirithe sna saináiseanna atá ar fáil</w:t>
      </w:r>
      <w:r w:rsidRPr="000417C3">
        <w:rPr>
          <w:lang w:val="ga-IE"/>
        </w:rPr>
        <w:t xml:space="preserve">: </w:t>
      </w:r>
    </w:p>
    <w:tbl>
      <w:tblPr>
        <w:tblW w:w="370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96"/>
        <w:gridCol w:w="2977"/>
      </w:tblGrid>
      <w:tr w:rsidR="009A6495" w:rsidTr="001F3B89">
        <w:trPr>
          <w:tblCellSpacing w:w="15" w:type="dxa"/>
        </w:trPr>
        <w:tc>
          <w:tcPr>
            <w:tcW w:w="3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634729" w:rsidRDefault="00980A69" w:rsidP="005F4E8B">
            <w:pPr>
              <w:rPr>
                <w:rFonts w:ascii="Times New Roman Bold" w:hAnsi="Times New Roman Bold"/>
                <w:b/>
                <w:smallCaps/>
              </w:rPr>
            </w:pPr>
            <w:r w:rsidRPr="00634729">
              <w:t xml:space="preserve"> </w:t>
            </w:r>
            <w:r w:rsidR="00634729" w:rsidRPr="00634729">
              <w:rPr>
                <w:rFonts w:ascii="Times New Roman Bold" w:hAnsi="Times New Roman Bold"/>
                <w:b/>
                <w:smallCaps/>
              </w:rPr>
              <w:t>SEOMRAÍ / SPÁSANNA TEAGAISC</w:t>
            </w:r>
          </w:p>
        </w:tc>
        <w:tc>
          <w:tcPr>
            <w:tcW w:w="1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634729" w:rsidRDefault="009A6495" w:rsidP="005F4E8B"/>
        </w:tc>
      </w:tr>
      <w:tr w:rsidR="00980A69" w:rsidTr="001F3B89">
        <w:trPr>
          <w:tblCellSpacing w:w="15" w:type="dxa"/>
        </w:trPr>
        <w:tc>
          <w:tcPr>
            <w:tcW w:w="3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2949F3" w:rsidP="000B7EDD">
            <w:r w:rsidRPr="00634729">
              <w:rPr>
                <w:lang w:val="ga-IE"/>
              </w:rPr>
              <w:t>Seomra</w:t>
            </w:r>
            <w:r w:rsidR="00634729" w:rsidRPr="00634729">
              <w:rPr>
                <w:lang w:val="ga-IE"/>
              </w:rPr>
              <w:t xml:space="preserve">í </w:t>
            </w:r>
            <w:r w:rsidRPr="00634729">
              <w:rPr>
                <w:lang w:val="ga-IE"/>
              </w:rPr>
              <w:t xml:space="preserve"> Ranga Ginearálta</w:t>
            </w:r>
            <w:r w:rsidRPr="00634729">
              <w:t xml:space="preserve"> </w:t>
            </w:r>
            <w:r w:rsidR="00EB19B5">
              <w:t xml:space="preserve"> (17</w:t>
            </w:r>
            <w:r w:rsidR="00634729" w:rsidRPr="00634729">
              <w:t>)</w:t>
            </w:r>
            <w:r w:rsidR="00EB19B5">
              <w:t xml:space="preserve"> (4 </w:t>
            </w:r>
            <w:r w:rsidR="000B7EDD">
              <w:t>Réamhdhéantán)</w:t>
            </w:r>
          </w:p>
        </w:tc>
        <w:tc>
          <w:tcPr>
            <w:tcW w:w="1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6D5CAC" w:rsidP="002949F3">
            <w:r>
              <w:t xml:space="preserve">Seomra Miotal </w:t>
            </w:r>
          </w:p>
        </w:tc>
      </w:tr>
      <w:tr w:rsidR="001F3B89" w:rsidTr="001F3B89">
        <w:trPr>
          <w:tblCellSpacing w:w="15" w:type="dxa"/>
        </w:trPr>
        <w:tc>
          <w:tcPr>
            <w:tcW w:w="3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B89" w:rsidRPr="00634729" w:rsidRDefault="001F3B89" w:rsidP="00EF78DD">
            <w:r w:rsidRPr="00634729">
              <w:t>Leabharlann</w:t>
            </w:r>
          </w:p>
        </w:tc>
        <w:tc>
          <w:tcPr>
            <w:tcW w:w="1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B89" w:rsidRPr="00634729" w:rsidRDefault="006D5CAC">
            <w:r>
              <w:t>Seomra Adhmad</w:t>
            </w:r>
          </w:p>
        </w:tc>
      </w:tr>
      <w:tr w:rsidR="001F3B89" w:rsidTr="001F3B89">
        <w:trPr>
          <w:tblCellSpacing w:w="15" w:type="dxa"/>
        </w:trPr>
        <w:tc>
          <w:tcPr>
            <w:tcW w:w="3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B89" w:rsidRPr="00634729" w:rsidRDefault="001F3B89" w:rsidP="00EF78DD">
            <w:r w:rsidRPr="00634729">
              <w:t>Seomra Eacnamaíocht Bhaile</w:t>
            </w:r>
          </w:p>
        </w:tc>
        <w:tc>
          <w:tcPr>
            <w:tcW w:w="1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B89" w:rsidRPr="00634729" w:rsidRDefault="006D5CAC" w:rsidP="000B7EDD">
            <w:r>
              <w:t>Seomra</w:t>
            </w:r>
            <w:r w:rsidR="000B7EDD">
              <w:t xml:space="preserve"> Teanga</w:t>
            </w:r>
            <w:r>
              <w:t xml:space="preserve"> </w:t>
            </w:r>
          </w:p>
        </w:tc>
      </w:tr>
      <w:tr w:rsidR="001F3B89" w:rsidTr="001F3B89">
        <w:trPr>
          <w:tblCellSpacing w:w="15" w:type="dxa"/>
        </w:trPr>
        <w:tc>
          <w:tcPr>
            <w:tcW w:w="3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B89" w:rsidRPr="00634729" w:rsidRDefault="000B7EDD" w:rsidP="00EF78DD">
            <w:r>
              <w:rPr>
                <w:lang w:val="ga-IE"/>
              </w:rPr>
              <w:t>Seomra Ealaí</w:t>
            </w:r>
            <w:r w:rsidR="001F3B89" w:rsidRPr="00634729">
              <w:rPr>
                <w:lang w:val="ga-IE"/>
              </w:rPr>
              <w:t>n</w:t>
            </w:r>
          </w:p>
        </w:tc>
        <w:tc>
          <w:tcPr>
            <w:tcW w:w="1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B89" w:rsidRPr="00634729" w:rsidRDefault="006D5CAC">
            <w:r>
              <w:t>Seomra Gnó</w:t>
            </w:r>
          </w:p>
        </w:tc>
      </w:tr>
      <w:tr w:rsidR="001F3B89" w:rsidTr="001F3B89">
        <w:trPr>
          <w:tblCellSpacing w:w="15" w:type="dxa"/>
        </w:trPr>
        <w:tc>
          <w:tcPr>
            <w:tcW w:w="3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B89" w:rsidRPr="00634729" w:rsidRDefault="000B7EDD" w:rsidP="000B7EDD">
            <w:r>
              <w:t xml:space="preserve">Seomra Tíreolaíocht </w:t>
            </w:r>
          </w:p>
        </w:tc>
        <w:tc>
          <w:tcPr>
            <w:tcW w:w="1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B89" w:rsidRPr="00634729" w:rsidRDefault="000B7EDD">
            <w:r w:rsidRPr="00634729">
              <w:t>Saotharlanna Eolaíochta &amp; Limistéar Ullmhúchán</w:t>
            </w:r>
          </w:p>
        </w:tc>
      </w:tr>
      <w:tr w:rsidR="001F3B89" w:rsidTr="001F3B89">
        <w:trPr>
          <w:tblCellSpacing w:w="15" w:type="dxa"/>
        </w:trPr>
        <w:tc>
          <w:tcPr>
            <w:tcW w:w="3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B89" w:rsidRPr="00634729" w:rsidRDefault="001F3B89" w:rsidP="00EF78DD">
            <w:r w:rsidRPr="00634729">
              <w:t>Seomra do Staidéar Foirgníochta  &amp; Stóráis</w:t>
            </w:r>
          </w:p>
        </w:tc>
        <w:tc>
          <w:tcPr>
            <w:tcW w:w="1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B89" w:rsidRPr="00634729" w:rsidRDefault="000B7EDD">
            <w:r>
              <w:t>Seomra Líníocht Theicniúil</w:t>
            </w:r>
          </w:p>
        </w:tc>
      </w:tr>
      <w:tr w:rsidR="001F3B89" w:rsidTr="001F3B89">
        <w:trPr>
          <w:tblCellSpacing w:w="15" w:type="dxa"/>
        </w:trPr>
        <w:tc>
          <w:tcPr>
            <w:tcW w:w="3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B89" w:rsidRPr="00634729" w:rsidRDefault="001F3B89" w:rsidP="001F3B89">
            <w:r w:rsidRPr="00634729">
              <w:t>Seomra Ríomhaireacht</w:t>
            </w:r>
            <w:r>
              <w:t xml:space="preserve"> (2)</w:t>
            </w:r>
          </w:p>
        </w:tc>
        <w:tc>
          <w:tcPr>
            <w:tcW w:w="1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B89" w:rsidRPr="006D5D17" w:rsidRDefault="006D5D17">
            <w:r w:rsidRPr="006D5D17">
              <w:t>Oifigí</w:t>
            </w:r>
          </w:p>
        </w:tc>
      </w:tr>
      <w:tr w:rsidR="00980A69" w:rsidTr="001F3B89">
        <w:trPr>
          <w:tblCellSpacing w:w="15" w:type="dxa"/>
        </w:trPr>
        <w:tc>
          <w:tcPr>
            <w:tcW w:w="3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0B7EDD" w:rsidRDefault="00FA2D45" w:rsidP="00EF78DD">
            <w:pPr>
              <w:rPr>
                <w:b/>
                <w:i/>
              </w:rPr>
            </w:pPr>
            <w:r w:rsidRPr="00513AAC">
              <w:rPr>
                <w:lang w:val="ga-IE"/>
              </w:rPr>
              <w:t>Halla</w:t>
            </w:r>
            <w:r>
              <w:rPr>
                <w:lang w:val="ga-IE"/>
              </w:rPr>
              <w:t xml:space="preserve"> Spóirt</w:t>
            </w:r>
          </w:p>
        </w:tc>
        <w:tc>
          <w:tcPr>
            <w:tcW w:w="1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6D5D17">
            <w:r w:rsidRPr="00F86CF8">
              <w:t>Seomra Foirne</w:t>
            </w:r>
          </w:p>
        </w:tc>
      </w:tr>
      <w:tr w:rsidR="00980A69" w:rsidTr="001F3B89">
        <w:trPr>
          <w:tblCellSpacing w:w="15" w:type="dxa"/>
        </w:trPr>
        <w:tc>
          <w:tcPr>
            <w:tcW w:w="30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1F3B89" w:rsidP="002949F3">
            <w:r w:rsidRPr="00513AAC">
              <w:t>Cuspóir Ginearálta</w:t>
            </w:r>
            <w:r>
              <w:t xml:space="preserve"> agus </w:t>
            </w:r>
            <w:r w:rsidRPr="00634729">
              <w:t>Coimhdeacha</w:t>
            </w:r>
            <w:r>
              <w:t xml:space="preserve"> </w:t>
            </w:r>
            <w:r w:rsidRPr="00513AAC">
              <w:t>Spás</w:t>
            </w:r>
          </w:p>
        </w:tc>
        <w:tc>
          <w:tcPr>
            <w:tcW w:w="1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5D17" w:rsidRPr="00634729" w:rsidRDefault="006D5D17" w:rsidP="00FA2D45">
            <w:r w:rsidRPr="00513AAC">
              <w:t>Spás Cúrsaíochta</w:t>
            </w:r>
          </w:p>
        </w:tc>
      </w:tr>
    </w:tbl>
    <w:p w:rsidR="008F6231" w:rsidRPr="006D5D17" w:rsidRDefault="008F6231" w:rsidP="00203E0E">
      <w:pPr>
        <w:rPr>
          <w:i/>
        </w:rPr>
      </w:pPr>
    </w:p>
    <w:sectPr w:rsidR="008F6231" w:rsidRPr="006D5D17" w:rsidSect="00454D82">
      <w:footerReference w:type="even" r:id="rId9"/>
      <w:footerReference w:type="default" r:id="rId10"/>
      <w:pgSz w:w="11906" w:h="16838"/>
      <w:pgMar w:top="851" w:right="90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E1C" w:rsidRDefault="004F4E1C">
      <w:r>
        <w:separator/>
      </w:r>
    </w:p>
  </w:endnote>
  <w:endnote w:type="continuationSeparator" w:id="0">
    <w:p w:rsidR="004F4E1C" w:rsidRDefault="004F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C0" w:rsidRDefault="00D45FC0" w:rsidP="00EB65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5FC0" w:rsidRDefault="00D45FC0" w:rsidP="00D45FC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C0" w:rsidRDefault="00D45FC0" w:rsidP="00EB65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2F2D">
      <w:rPr>
        <w:rStyle w:val="PageNumber"/>
        <w:noProof/>
      </w:rPr>
      <w:t>3</w:t>
    </w:r>
    <w:r>
      <w:rPr>
        <w:rStyle w:val="PageNumber"/>
      </w:rPr>
      <w:fldChar w:fldCharType="end"/>
    </w:r>
  </w:p>
  <w:p w:rsidR="00D45FC0" w:rsidRDefault="00D45FC0" w:rsidP="00D45F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E1C" w:rsidRDefault="004F4E1C">
      <w:r>
        <w:separator/>
      </w:r>
    </w:p>
  </w:footnote>
  <w:footnote w:type="continuationSeparator" w:id="0">
    <w:p w:rsidR="004F4E1C" w:rsidRDefault="004F4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46F4"/>
    <w:multiLevelType w:val="hybridMultilevel"/>
    <w:tmpl w:val="99BC2BBC"/>
    <w:lvl w:ilvl="0" w:tplc="7A64C0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E1C"/>
    <w:rsid w:val="000069F0"/>
    <w:rsid w:val="00035197"/>
    <w:rsid w:val="0005792A"/>
    <w:rsid w:val="000B7EDD"/>
    <w:rsid w:val="000C04D0"/>
    <w:rsid w:val="000E7D04"/>
    <w:rsid w:val="00113983"/>
    <w:rsid w:val="00154536"/>
    <w:rsid w:val="001F3B89"/>
    <w:rsid w:val="001F7314"/>
    <w:rsid w:val="001F794D"/>
    <w:rsid w:val="00203E0E"/>
    <w:rsid w:val="00251755"/>
    <w:rsid w:val="002949F3"/>
    <w:rsid w:val="002C1F9F"/>
    <w:rsid w:val="002E5CA9"/>
    <w:rsid w:val="0037792D"/>
    <w:rsid w:val="004016A2"/>
    <w:rsid w:val="00443F0A"/>
    <w:rsid w:val="00454D82"/>
    <w:rsid w:val="004F200B"/>
    <w:rsid w:val="004F4E1C"/>
    <w:rsid w:val="00513AAC"/>
    <w:rsid w:val="005B6CB5"/>
    <w:rsid w:val="005D0A1A"/>
    <w:rsid w:val="005F4E8B"/>
    <w:rsid w:val="00634729"/>
    <w:rsid w:val="00644A9E"/>
    <w:rsid w:val="00676B96"/>
    <w:rsid w:val="006A264F"/>
    <w:rsid w:val="006D5CAC"/>
    <w:rsid w:val="006D5D17"/>
    <w:rsid w:val="006E6E95"/>
    <w:rsid w:val="00755462"/>
    <w:rsid w:val="00784DF2"/>
    <w:rsid w:val="007A30A2"/>
    <w:rsid w:val="007E2F2D"/>
    <w:rsid w:val="007E323E"/>
    <w:rsid w:val="007F6056"/>
    <w:rsid w:val="0086495F"/>
    <w:rsid w:val="008A7B63"/>
    <w:rsid w:val="008D7699"/>
    <w:rsid w:val="008F5789"/>
    <w:rsid w:val="008F6231"/>
    <w:rsid w:val="00974615"/>
    <w:rsid w:val="00980A69"/>
    <w:rsid w:val="009906F6"/>
    <w:rsid w:val="009A6495"/>
    <w:rsid w:val="009C5C7E"/>
    <w:rsid w:val="009C67C3"/>
    <w:rsid w:val="009C6F71"/>
    <w:rsid w:val="009D215D"/>
    <w:rsid w:val="009E115E"/>
    <w:rsid w:val="00A10B6E"/>
    <w:rsid w:val="00A57FE1"/>
    <w:rsid w:val="00A758F2"/>
    <w:rsid w:val="00AC7025"/>
    <w:rsid w:val="00AE592F"/>
    <w:rsid w:val="00B42C99"/>
    <w:rsid w:val="00BA7A7F"/>
    <w:rsid w:val="00BB30D1"/>
    <w:rsid w:val="00C67150"/>
    <w:rsid w:val="00C77F59"/>
    <w:rsid w:val="00C93842"/>
    <w:rsid w:val="00CE165D"/>
    <w:rsid w:val="00CE3F23"/>
    <w:rsid w:val="00D45FC0"/>
    <w:rsid w:val="00D47405"/>
    <w:rsid w:val="00D82C60"/>
    <w:rsid w:val="00DD098F"/>
    <w:rsid w:val="00E13DA7"/>
    <w:rsid w:val="00E27FA7"/>
    <w:rsid w:val="00E44C39"/>
    <w:rsid w:val="00EA21FB"/>
    <w:rsid w:val="00EB19B5"/>
    <w:rsid w:val="00EB653A"/>
    <w:rsid w:val="00EC5C7D"/>
    <w:rsid w:val="00EF78DD"/>
    <w:rsid w:val="00F627CF"/>
    <w:rsid w:val="00F66151"/>
    <w:rsid w:val="00F75BBF"/>
    <w:rsid w:val="00FA26F7"/>
    <w:rsid w:val="00FA2D45"/>
    <w:rsid w:val="00FB43F2"/>
    <w:rsid w:val="00FC787E"/>
    <w:rsid w:val="00FD673B"/>
    <w:rsid w:val="00FE5B72"/>
    <w:rsid w:val="00FE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644A9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D45FC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45FC0"/>
  </w:style>
  <w:style w:type="paragraph" w:styleId="NoSpacing">
    <w:name w:val="No Spacing"/>
    <w:uiPriority w:val="1"/>
    <w:qFormat/>
    <w:rsid w:val="00F627CF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644A9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D45FC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45FC0"/>
  </w:style>
  <w:style w:type="paragraph" w:styleId="NoSpacing">
    <w:name w:val="No Spacing"/>
    <w:uiPriority w:val="1"/>
    <w:qFormat/>
    <w:rsid w:val="00F627CF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daHarley\AppData\Local\Microsoft\Windows\Temporary%20Internet%20Files\Content.IE5\JYMSKAFR\Scoile%20Profil%20GAEILGE%20-%20based%20on%20FV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Scoile Profil GAEILGE - based on FVC</Template>
  <TotalTime>6</TotalTime>
  <Pages>4</Pages>
  <Words>401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Donegal VEC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Linda Harley</dc:creator>
  <cp:lastModifiedBy>Linda Harley</cp:lastModifiedBy>
  <cp:revision>4</cp:revision>
  <cp:lastPrinted>2013-04-04T07:54:00Z</cp:lastPrinted>
  <dcterms:created xsi:type="dcterms:W3CDTF">2014-05-26T11:00:00Z</dcterms:created>
  <dcterms:modified xsi:type="dcterms:W3CDTF">2014-05-29T10:45:00Z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1i8aQLMDbZMERl8YBdl7zsJQjeAXSIpx1PYeyRGk9Jhs</vt:lpwstr>
  </property>
  <property fmtid="{D5CDD505-2E9C-101B-9397-08002B2CF9AE}" pid="4" name="Google.Documents.RevisionId">
    <vt:lpwstr>15708939731610895398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